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DE7E04" w14:paraId="555B9372" w14:textId="77777777" w:rsidTr="00F862D6">
        <w:tc>
          <w:tcPr>
            <w:tcW w:w="1020" w:type="dxa"/>
          </w:tcPr>
          <w:p w14:paraId="2D22ED84" w14:textId="77777777" w:rsidR="00DE7E04" w:rsidRPr="003E6B9A" w:rsidRDefault="00DE7E04" w:rsidP="00DE7E04">
            <w:r w:rsidRPr="003E6B9A">
              <w:t>Naše zn.</w:t>
            </w:r>
          </w:p>
        </w:tc>
        <w:tc>
          <w:tcPr>
            <w:tcW w:w="2552" w:type="dxa"/>
          </w:tcPr>
          <w:p w14:paraId="2FFEACB5" w14:textId="08588484" w:rsidR="00DE7E04" w:rsidRPr="00DE7E04" w:rsidRDefault="00F87859" w:rsidP="00DE7E04">
            <w:pPr>
              <w:rPr>
                <w:highlight w:val="yellow"/>
              </w:rPr>
            </w:pPr>
            <w:r w:rsidRPr="00F87859">
              <w:rPr>
                <w:rFonts w:ascii="Helvetica" w:hAnsi="Helvetica"/>
              </w:rPr>
              <w:t>9741/2025-SŽ-SSV-Ú3</w:t>
            </w:r>
          </w:p>
        </w:tc>
        <w:tc>
          <w:tcPr>
            <w:tcW w:w="823" w:type="dxa"/>
          </w:tcPr>
          <w:p w14:paraId="583467BB" w14:textId="77777777" w:rsidR="00DE7E04" w:rsidRDefault="00DE7E04" w:rsidP="00DE7E04"/>
        </w:tc>
        <w:tc>
          <w:tcPr>
            <w:tcW w:w="3685" w:type="dxa"/>
            <w:vMerge/>
          </w:tcPr>
          <w:p w14:paraId="6D7C51D0" w14:textId="77777777" w:rsidR="00DE7E04" w:rsidRDefault="00DE7E04" w:rsidP="00DE7E04"/>
        </w:tc>
      </w:tr>
      <w:tr w:rsidR="00DE7E04" w14:paraId="2C33C41A" w14:textId="77777777" w:rsidTr="00F862D6">
        <w:tc>
          <w:tcPr>
            <w:tcW w:w="1020" w:type="dxa"/>
          </w:tcPr>
          <w:p w14:paraId="3534520F" w14:textId="77777777" w:rsidR="00DE7E04" w:rsidRPr="00F87859" w:rsidRDefault="00DE7E04" w:rsidP="00DE7E04">
            <w:r w:rsidRPr="00F87859">
              <w:t>Listů/příloh</w:t>
            </w:r>
          </w:p>
        </w:tc>
        <w:tc>
          <w:tcPr>
            <w:tcW w:w="2552" w:type="dxa"/>
          </w:tcPr>
          <w:p w14:paraId="333CD487" w14:textId="61DB740E" w:rsidR="00DE7E04" w:rsidRPr="00F87859" w:rsidRDefault="008F35BA" w:rsidP="00DE7E04">
            <w:r w:rsidRPr="00F87859">
              <w:t>1</w:t>
            </w:r>
            <w:r w:rsidR="00DE7E04" w:rsidRPr="00F87859">
              <w:t>/</w:t>
            </w:r>
            <w:r w:rsidRPr="00F87859">
              <w:t>2</w:t>
            </w:r>
          </w:p>
        </w:tc>
        <w:tc>
          <w:tcPr>
            <w:tcW w:w="823" w:type="dxa"/>
          </w:tcPr>
          <w:p w14:paraId="3FB21908" w14:textId="77777777" w:rsidR="00DE7E04" w:rsidRDefault="00DE7E04" w:rsidP="00DE7E04"/>
        </w:tc>
        <w:tc>
          <w:tcPr>
            <w:tcW w:w="3685" w:type="dxa"/>
            <w:vMerge/>
          </w:tcPr>
          <w:p w14:paraId="2E772784" w14:textId="77777777" w:rsidR="00DE7E04" w:rsidRDefault="00DE7E04" w:rsidP="00DE7E04">
            <w:pPr>
              <w:rPr>
                <w:noProof/>
              </w:rPr>
            </w:pPr>
          </w:p>
        </w:tc>
      </w:tr>
      <w:tr w:rsidR="00DE7E04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DE7E04" w:rsidRDefault="00DE7E04" w:rsidP="00DE7E04"/>
        </w:tc>
        <w:tc>
          <w:tcPr>
            <w:tcW w:w="2552" w:type="dxa"/>
          </w:tcPr>
          <w:p w14:paraId="133F3BF2" w14:textId="77777777" w:rsidR="00DE7E04" w:rsidRPr="003E6B9A" w:rsidRDefault="00DE7E04" w:rsidP="00DE7E04"/>
        </w:tc>
        <w:tc>
          <w:tcPr>
            <w:tcW w:w="823" w:type="dxa"/>
          </w:tcPr>
          <w:p w14:paraId="7BEB7C0A" w14:textId="77777777" w:rsidR="00DE7E04" w:rsidRDefault="00DE7E04" w:rsidP="00DE7E04"/>
        </w:tc>
        <w:tc>
          <w:tcPr>
            <w:tcW w:w="3685" w:type="dxa"/>
            <w:vMerge/>
          </w:tcPr>
          <w:p w14:paraId="140296A1" w14:textId="77777777" w:rsidR="00DE7E04" w:rsidRDefault="00DE7E04" w:rsidP="00DE7E04"/>
        </w:tc>
      </w:tr>
      <w:tr w:rsidR="00DE7E04" w14:paraId="5237532F" w14:textId="77777777" w:rsidTr="00F862D6">
        <w:tc>
          <w:tcPr>
            <w:tcW w:w="1020" w:type="dxa"/>
          </w:tcPr>
          <w:p w14:paraId="7759C605" w14:textId="77777777" w:rsidR="00DE7E04" w:rsidRDefault="00DE7E04" w:rsidP="00DE7E04">
            <w:r>
              <w:t>Vyřizuje</w:t>
            </w:r>
          </w:p>
        </w:tc>
        <w:tc>
          <w:tcPr>
            <w:tcW w:w="2552" w:type="dxa"/>
          </w:tcPr>
          <w:p w14:paraId="191CF17E" w14:textId="77777777" w:rsidR="00DE7E04" w:rsidRPr="000F3143" w:rsidRDefault="00DE7E04" w:rsidP="00DE7E04">
            <w:r w:rsidRPr="000F3143">
              <w:t>Ing. Radomíra Rečková</w:t>
            </w:r>
          </w:p>
          <w:p w14:paraId="4A0EADDE" w14:textId="77777777" w:rsidR="00DE7E04" w:rsidRPr="003E6B9A" w:rsidRDefault="00DE7E04" w:rsidP="00DE7E04"/>
        </w:tc>
        <w:tc>
          <w:tcPr>
            <w:tcW w:w="823" w:type="dxa"/>
          </w:tcPr>
          <w:p w14:paraId="303107D3" w14:textId="77777777" w:rsidR="00DE7E04" w:rsidRDefault="00DE7E04" w:rsidP="00DE7E04"/>
        </w:tc>
        <w:tc>
          <w:tcPr>
            <w:tcW w:w="3685" w:type="dxa"/>
            <w:vMerge/>
          </w:tcPr>
          <w:p w14:paraId="6405EBE3" w14:textId="77777777" w:rsidR="00DE7E04" w:rsidRDefault="00DE7E04" w:rsidP="00DE7E04"/>
        </w:tc>
      </w:tr>
      <w:tr w:rsidR="00DE7E04" w14:paraId="192D4EE6" w14:textId="77777777" w:rsidTr="00F862D6">
        <w:tc>
          <w:tcPr>
            <w:tcW w:w="1020" w:type="dxa"/>
          </w:tcPr>
          <w:p w14:paraId="2F7F053F" w14:textId="77777777" w:rsidR="00DE7E04" w:rsidRDefault="00DE7E04" w:rsidP="00DE7E04"/>
        </w:tc>
        <w:tc>
          <w:tcPr>
            <w:tcW w:w="2552" w:type="dxa"/>
          </w:tcPr>
          <w:p w14:paraId="36F90D31" w14:textId="77777777" w:rsidR="00DE7E04" w:rsidRPr="003E6B9A" w:rsidRDefault="00DE7E04" w:rsidP="00DE7E04"/>
        </w:tc>
        <w:tc>
          <w:tcPr>
            <w:tcW w:w="823" w:type="dxa"/>
          </w:tcPr>
          <w:p w14:paraId="0B7BD956" w14:textId="77777777" w:rsidR="00DE7E04" w:rsidRDefault="00DE7E04" w:rsidP="00DE7E04"/>
        </w:tc>
        <w:tc>
          <w:tcPr>
            <w:tcW w:w="3685" w:type="dxa"/>
            <w:vMerge/>
          </w:tcPr>
          <w:p w14:paraId="294D6520" w14:textId="77777777" w:rsidR="00DE7E04" w:rsidRDefault="00DE7E04" w:rsidP="00DE7E04"/>
        </w:tc>
      </w:tr>
      <w:tr w:rsidR="00DE7E04" w14:paraId="635DFF9F" w14:textId="77777777" w:rsidTr="00F862D6">
        <w:tc>
          <w:tcPr>
            <w:tcW w:w="1020" w:type="dxa"/>
          </w:tcPr>
          <w:p w14:paraId="7A3891F6" w14:textId="77777777" w:rsidR="00DE7E04" w:rsidRDefault="00DE7E04" w:rsidP="00DE7E04">
            <w:r>
              <w:t>Mobil</w:t>
            </w:r>
          </w:p>
        </w:tc>
        <w:tc>
          <w:tcPr>
            <w:tcW w:w="2552" w:type="dxa"/>
          </w:tcPr>
          <w:p w14:paraId="67448459" w14:textId="06693582" w:rsidR="00DE7E04" w:rsidRPr="003E6B9A" w:rsidRDefault="00DE7E04" w:rsidP="00DE7E04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DE7E04" w:rsidRDefault="00DE7E04" w:rsidP="00DE7E04"/>
        </w:tc>
        <w:tc>
          <w:tcPr>
            <w:tcW w:w="3685" w:type="dxa"/>
            <w:vMerge/>
          </w:tcPr>
          <w:p w14:paraId="010CCE96" w14:textId="77777777" w:rsidR="00DE7E04" w:rsidRDefault="00DE7E04" w:rsidP="00DE7E04"/>
        </w:tc>
      </w:tr>
      <w:tr w:rsidR="00DE7E04" w14:paraId="2250880D" w14:textId="77777777" w:rsidTr="00F862D6">
        <w:tc>
          <w:tcPr>
            <w:tcW w:w="1020" w:type="dxa"/>
          </w:tcPr>
          <w:p w14:paraId="28245A45" w14:textId="77777777" w:rsidR="00DE7E04" w:rsidRDefault="00DE7E04" w:rsidP="00DE7E04">
            <w:r>
              <w:t>E-mail</w:t>
            </w:r>
          </w:p>
        </w:tc>
        <w:tc>
          <w:tcPr>
            <w:tcW w:w="2552" w:type="dxa"/>
          </w:tcPr>
          <w:p w14:paraId="15A7D067" w14:textId="0D3681B0" w:rsidR="00DE7E04" w:rsidRPr="003E6B9A" w:rsidRDefault="00DE7E04" w:rsidP="00DE7E04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DE7E04" w:rsidRDefault="00DE7E04" w:rsidP="00DE7E04"/>
        </w:tc>
        <w:tc>
          <w:tcPr>
            <w:tcW w:w="3685" w:type="dxa"/>
            <w:vMerge/>
          </w:tcPr>
          <w:p w14:paraId="3652D20A" w14:textId="77777777" w:rsidR="00DE7E04" w:rsidRDefault="00DE7E04" w:rsidP="00DE7E04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44D91C6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470AC">
              <w:rPr>
                <w:noProof/>
              </w:rPr>
              <w:t>2. září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</w:tbl>
    <w:p w14:paraId="01BEB058" w14:textId="1B622478" w:rsidR="00335122" w:rsidRDefault="00CB7B5A" w:rsidP="005B70CF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5B70CF">
        <w:rPr>
          <w:rFonts w:eastAsia="Calibri" w:cs="Times New Roman"/>
          <w:lang w:eastAsia="cs-CZ"/>
        </w:rPr>
        <w:t xml:space="preserve"> </w:t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F35BA">
        <w:rPr>
          <w:rFonts w:eastAsia="Times New Roman" w:cs="Times New Roman"/>
          <w:lang w:eastAsia="cs-CZ"/>
        </w:rPr>
        <w:t>9</w:t>
      </w:r>
    </w:p>
    <w:p w14:paraId="25C6ADAC" w14:textId="46AA9AFA" w:rsidR="00CB7B5A" w:rsidRDefault="00CB7B5A" w:rsidP="005B70CF">
      <w:pPr>
        <w:spacing w:after="0" w:line="240" w:lineRule="auto"/>
        <w:ind w:left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>„</w:t>
      </w:r>
      <w:r w:rsidR="00642D90" w:rsidRPr="00642D90">
        <w:rPr>
          <w:rFonts w:eastAsia="Calibri" w:cs="Times New Roman"/>
          <w:b/>
          <w:bCs/>
          <w:lang w:eastAsia="cs-CZ"/>
        </w:rPr>
        <w:t>Rekonstrukce traťového úseku Žďár nad Sázavou (mimo) – Sázava u Žďáru (mimo)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496CF37D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1FDA51" w14:textId="42D5F8E6" w:rsidR="00534473" w:rsidRPr="00BD5319" w:rsidRDefault="00534473" w:rsidP="005D69B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CC6C1E">
        <w:rPr>
          <w:rFonts w:eastAsia="Calibri" w:cs="Times New Roman"/>
          <w:b/>
          <w:lang w:eastAsia="cs-CZ"/>
        </w:rPr>
        <w:t>14</w:t>
      </w:r>
      <w:r w:rsidR="00510B07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744B968D" w14:textId="77777777" w:rsidR="00510B07" w:rsidRPr="00510B07" w:rsidRDefault="00510B07" w:rsidP="00510B07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spacing w:val="4"/>
        </w:rPr>
      </w:pPr>
      <w:r w:rsidRPr="00510B07">
        <w:rPr>
          <w:rFonts w:asciiTheme="majorHAnsi" w:eastAsia="Times New Roman" w:hAnsiTheme="majorHAnsi" w:cs="Arial"/>
          <w:b/>
          <w:bCs/>
          <w:spacing w:val="4"/>
        </w:rPr>
        <w:t>PS 11-01-12, ŽST Sázava u Žďáru, SZZ úprava</w:t>
      </w:r>
    </w:p>
    <w:p w14:paraId="12DBA486" w14:textId="6CAB4332" w:rsidR="00510B07" w:rsidRPr="00510B07" w:rsidRDefault="00510B07" w:rsidP="00510B07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spacing w:val="4"/>
        </w:rPr>
      </w:pPr>
      <w:r w:rsidRPr="00510B07">
        <w:rPr>
          <w:rFonts w:asciiTheme="majorHAnsi" w:eastAsia="Times New Roman" w:hAnsiTheme="majorHAnsi" w:cs="Arial"/>
          <w:b/>
          <w:bCs/>
          <w:spacing w:val="4"/>
        </w:rPr>
        <w:t>PS 11-01-21, Žďár nad Sázavou - Sázava u Žďáru, TZZ</w:t>
      </w:r>
    </w:p>
    <w:p w14:paraId="579E13D1" w14:textId="0F43618E" w:rsidR="00CC6C1E" w:rsidRPr="00CC6C1E" w:rsidRDefault="00510B07" w:rsidP="00510B07">
      <w:pPr>
        <w:pStyle w:val="Odstavecseseznamem"/>
        <w:spacing w:after="0" w:line="240" w:lineRule="auto"/>
        <w:ind w:left="0"/>
        <w:contextualSpacing w:val="0"/>
        <w:jc w:val="both"/>
        <w:rPr>
          <w:rFonts w:asciiTheme="majorHAnsi" w:eastAsia="Times New Roman" w:hAnsiTheme="majorHAnsi" w:cs="Arial"/>
          <w:spacing w:val="4"/>
        </w:rPr>
      </w:pPr>
      <w:r w:rsidRPr="00510B07">
        <w:rPr>
          <w:rFonts w:asciiTheme="majorHAnsi" w:eastAsia="Times New Roman" w:hAnsiTheme="majorHAnsi" w:cs="Arial"/>
          <w:spacing w:val="4"/>
        </w:rPr>
        <w:t>V soupisu prací PS 11-01-21 se nevyskytují položky pro dodávku a montáž napájecích skříní do RD Sázava u Žďáru (i viz výkres 2.502). Domníváme se, že budou zapotřebí/dostačující 2ks napájecích skříní do tohoto RD. Žádáme zadavatele o doplnění odpovídajících položek do soupisu prací, dle způsobu členění položek tedy do PS 11-01-21.</w:t>
      </w:r>
    </w:p>
    <w:p w14:paraId="5288BC1E" w14:textId="15EFB18E" w:rsidR="00534473" w:rsidRPr="00BD5319" w:rsidRDefault="00534473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5E68857" w14:textId="6BD7FC07" w:rsidR="00C767D6" w:rsidRPr="00D470AC" w:rsidRDefault="006978B2" w:rsidP="00510B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70AC">
        <w:rPr>
          <w:rFonts w:eastAsia="Calibri" w:cs="Times New Roman"/>
          <w:bCs/>
          <w:lang w:eastAsia="cs-CZ"/>
        </w:rPr>
        <w:t>Do PS 11-01-21 byly doplněny položky 75B661</w:t>
      </w:r>
      <w:r w:rsidR="00E43B79" w:rsidRPr="00D470AC">
        <w:rPr>
          <w:rFonts w:eastAsia="Calibri" w:cs="Times New Roman"/>
          <w:bCs/>
          <w:lang w:eastAsia="cs-CZ"/>
        </w:rPr>
        <w:t xml:space="preserve"> „Skříň napájecí – dodávka“</w:t>
      </w:r>
      <w:r w:rsidRPr="00D470AC">
        <w:rPr>
          <w:rFonts w:eastAsia="Calibri" w:cs="Times New Roman"/>
          <w:bCs/>
          <w:lang w:eastAsia="cs-CZ"/>
        </w:rPr>
        <w:t xml:space="preserve"> a 75B667</w:t>
      </w:r>
      <w:r w:rsidR="00E43B79" w:rsidRPr="00D470AC">
        <w:rPr>
          <w:rFonts w:eastAsia="Calibri" w:cs="Times New Roman"/>
          <w:bCs/>
          <w:lang w:eastAsia="cs-CZ"/>
        </w:rPr>
        <w:t xml:space="preserve"> „Skříň napájecí – montáž“</w:t>
      </w:r>
      <w:r w:rsidRPr="00D470AC">
        <w:rPr>
          <w:rFonts w:eastAsia="Calibri" w:cs="Times New Roman"/>
          <w:bCs/>
          <w:lang w:eastAsia="cs-CZ"/>
        </w:rPr>
        <w:t xml:space="preserve"> v počtu 2 ks.</w:t>
      </w:r>
    </w:p>
    <w:p w14:paraId="3A6E8EE9" w14:textId="77777777" w:rsidR="00B141A9" w:rsidRPr="00D470AC" w:rsidRDefault="00B141A9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05BE7F4" w14:textId="7D10A659" w:rsidR="00CC6C1E" w:rsidRPr="00D470AC" w:rsidRDefault="00CC6C1E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70AC">
        <w:rPr>
          <w:rFonts w:eastAsia="Calibri" w:cs="Times New Roman"/>
          <w:b/>
          <w:lang w:eastAsia="cs-CZ"/>
        </w:rPr>
        <w:t>Dotaz č. 14</w:t>
      </w:r>
      <w:r w:rsidR="00510B07" w:rsidRPr="00D470AC">
        <w:rPr>
          <w:rFonts w:eastAsia="Calibri" w:cs="Times New Roman"/>
          <w:b/>
          <w:lang w:eastAsia="cs-CZ"/>
        </w:rPr>
        <w:t>5</w:t>
      </w:r>
      <w:r w:rsidRPr="00D470AC">
        <w:rPr>
          <w:rFonts w:eastAsia="Calibri" w:cs="Times New Roman"/>
          <w:b/>
          <w:lang w:eastAsia="cs-CZ"/>
        </w:rPr>
        <w:t>:</w:t>
      </w:r>
    </w:p>
    <w:p w14:paraId="08FC6C4D" w14:textId="77777777" w:rsidR="00510B07" w:rsidRPr="00D470AC" w:rsidRDefault="00510B07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70AC">
        <w:rPr>
          <w:rFonts w:eastAsia="Calibri" w:cs="Times New Roman"/>
          <w:b/>
          <w:lang w:eastAsia="cs-CZ"/>
        </w:rPr>
        <w:t>PS 11-01-12, ŽST Sázava u Žďáru, SZZ úprava</w:t>
      </w:r>
    </w:p>
    <w:p w14:paraId="56D36BF6" w14:textId="43739E7E" w:rsidR="00510B07" w:rsidRPr="00D470AC" w:rsidRDefault="00510B07" w:rsidP="00510B0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470AC">
        <w:rPr>
          <w:rFonts w:eastAsia="Calibri" w:cs="Times New Roman"/>
          <w:b/>
          <w:lang w:eastAsia="cs-CZ"/>
        </w:rPr>
        <w:t>PS 11-01-21, Žďár nad Sázavou - Sázava u Žďáru, TZZ</w:t>
      </w:r>
    </w:p>
    <w:p w14:paraId="00DE3E08" w14:textId="07E199BB" w:rsidR="00CC6C1E" w:rsidRPr="00D470AC" w:rsidRDefault="00510B07" w:rsidP="00510B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70AC">
        <w:rPr>
          <w:rFonts w:eastAsia="Calibri" w:cs="Times New Roman"/>
          <w:bCs/>
          <w:lang w:eastAsia="cs-CZ"/>
        </w:rPr>
        <w:t>V soupisu prací postrádáme položky pro ocenění servisního a diagnostického pracoviště do RD Sázava u Žďáru (i viz výkres 2.502), např. dle OTSKP pol. 75B221 a 75B227. Žádáme zadavatele o doplnění položek do soupisu prací, dle způsobu členění položek tedy do PS 11-01-21.</w:t>
      </w:r>
    </w:p>
    <w:p w14:paraId="68FE69D5" w14:textId="77777777" w:rsidR="00CC6C1E" w:rsidRPr="00D470AC" w:rsidRDefault="00CC6C1E" w:rsidP="00CC6C1E">
      <w:pPr>
        <w:spacing w:after="0" w:line="240" w:lineRule="auto"/>
        <w:rPr>
          <w:rFonts w:eastAsia="Calibri" w:cs="Times New Roman"/>
          <w:b/>
          <w:lang w:eastAsia="cs-CZ"/>
        </w:rPr>
      </w:pPr>
      <w:r w:rsidRPr="00D470AC">
        <w:rPr>
          <w:rFonts w:eastAsia="Calibri" w:cs="Times New Roman"/>
          <w:b/>
          <w:lang w:eastAsia="cs-CZ"/>
        </w:rPr>
        <w:t xml:space="preserve">Odpověď: </w:t>
      </w:r>
    </w:p>
    <w:p w14:paraId="6440969F" w14:textId="00C4A290" w:rsidR="006978B2" w:rsidRPr="00D470AC" w:rsidRDefault="006978B2" w:rsidP="006978B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470AC">
        <w:rPr>
          <w:rFonts w:eastAsia="Calibri" w:cs="Times New Roman"/>
          <w:bCs/>
          <w:lang w:eastAsia="cs-CZ"/>
        </w:rPr>
        <w:t>Do PS 11-01-21 byly doplněny položky 75B221 a 75B227 v počtu 1 ks.</w:t>
      </w:r>
    </w:p>
    <w:p w14:paraId="3D5FFB00" w14:textId="77777777" w:rsidR="00CC6C1E" w:rsidRPr="00D470AC" w:rsidRDefault="00CC6C1E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89B55D" w14:textId="77777777" w:rsidR="008F35BA" w:rsidRPr="00670CA6" w:rsidRDefault="008F35BA" w:rsidP="008F35B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0CA6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7FF6709" w14:textId="77777777" w:rsidR="008F35BA" w:rsidRPr="00BD5319" w:rsidRDefault="008F35BA" w:rsidP="008F35BA">
      <w:pPr>
        <w:spacing w:after="0" w:line="240" w:lineRule="auto"/>
        <w:rPr>
          <w:rFonts w:eastAsia="Times New Roman" w:cs="Times New Roman"/>
          <w:lang w:eastAsia="cs-CZ"/>
        </w:rPr>
      </w:pPr>
    </w:p>
    <w:p w14:paraId="3C208B3A" w14:textId="77777777" w:rsidR="008F35BA" w:rsidRPr="00BD5319" w:rsidRDefault="008F35BA" w:rsidP="008F35B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04B3F0C" w14:textId="77777777" w:rsidR="008F35BA" w:rsidRPr="00BD5319" w:rsidRDefault="008F35BA" w:rsidP="008F35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1BEA692" w14:textId="77777777" w:rsidR="008F35BA" w:rsidRDefault="008F35BA" w:rsidP="008F35B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670CA6">
        <w:rPr>
          <w:rFonts w:eastAsia="Calibri" w:cs="Times New Roman"/>
          <w:b/>
          <w:bCs/>
          <w:lang w:eastAsia="cs-CZ"/>
        </w:rPr>
        <w:t xml:space="preserve">Příloha: </w:t>
      </w:r>
    </w:p>
    <w:p w14:paraId="4A090881" w14:textId="0DEE2009" w:rsidR="008F35BA" w:rsidRDefault="008F35BA" w:rsidP="008F35B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XDC_ŽnS-SuŽ_20250</w:t>
      </w:r>
      <w:r>
        <w:rPr>
          <w:rFonts w:eastAsia="Calibri" w:cs="Times New Roman"/>
          <w:lang w:eastAsia="cs-CZ"/>
        </w:rPr>
        <w:t>902</w:t>
      </w:r>
      <w:r w:rsidRPr="005E2E58">
        <w:rPr>
          <w:rFonts w:eastAsia="Calibri" w:cs="Times New Roman"/>
          <w:lang w:eastAsia="cs-CZ"/>
        </w:rPr>
        <w:t>_zm0</w:t>
      </w:r>
      <w:r>
        <w:rPr>
          <w:rFonts w:eastAsia="Calibri" w:cs="Times New Roman"/>
          <w:lang w:eastAsia="cs-CZ"/>
        </w:rPr>
        <w:t>9</w:t>
      </w:r>
    </w:p>
    <w:p w14:paraId="5798120E" w14:textId="79FBBC1F" w:rsidR="008F35BA" w:rsidRDefault="008F35BA" w:rsidP="008F35B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5E2E58">
        <w:rPr>
          <w:rFonts w:eastAsia="Calibri" w:cs="Times New Roman"/>
          <w:lang w:eastAsia="cs-CZ"/>
        </w:rPr>
        <w:t>XLS_ŽnS-SuŽ_20250</w:t>
      </w:r>
      <w:r>
        <w:rPr>
          <w:rFonts w:eastAsia="Calibri" w:cs="Times New Roman"/>
          <w:lang w:eastAsia="cs-CZ"/>
        </w:rPr>
        <w:t>902</w:t>
      </w:r>
      <w:r w:rsidRPr="005E2E58">
        <w:rPr>
          <w:rFonts w:eastAsia="Calibri" w:cs="Times New Roman"/>
          <w:lang w:eastAsia="cs-CZ"/>
        </w:rPr>
        <w:t>_zm0</w:t>
      </w:r>
      <w:r>
        <w:rPr>
          <w:rFonts w:eastAsia="Calibri" w:cs="Times New Roman"/>
          <w:lang w:eastAsia="cs-CZ"/>
        </w:rPr>
        <w:t>9</w:t>
      </w:r>
    </w:p>
    <w:p w14:paraId="7FF99114" w14:textId="77777777" w:rsidR="008F35BA" w:rsidRPr="005E2E58" w:rsidRDefault="008F35BA" w:rsidP="008F35B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</w:p>
    <w:p w14:paraId="37C2E09F" w14:textId="0B3466B9" w:rsidR="008F35BA" w:rsidRPr="000934CE" w:rsidRDefault="008F35BA" w:rsidP="008F35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934CE">
        <w:rPr>
          <w:rFonts w:eastAsia="Calibri" w:cs="Times New Roman"/>
          <w:lang w:eastAsia="cs-CZ"/>
        </w:rPr>
        <w:t xml:space="preserve">V Olomouci </w:t>
      </w:r>
      <w:r>
        <w:rPr>
          <w:rFonts w:eastAsia="Calibri" w:cs="Times New Roman"/>
          <w:lang w:eastAsia="cs-CZ"/>
        </w:rPr>
        <w:t>dne 2. 9</w:t>
      </w:r>
      <w:r w:rsidRPr="000934CE">
        <w:rPr>
          <w:rFonts w:eastAsia="Calibri" w:cs="Times New Roman"/>
          <w:lang w:eastAsia="cs-CZ"/>
        </w:rPr>
        <w:t>.</w:t>
      </w:r>
      <w:r>
        <w:rPr>
          <w:rFonts w:eastAsia="Calibri" w:cs="Times New Roman"/>
          <w:lang w:eastAsia="cs-CZ"/>
        </w:rPr>
        <w:t xml:space="preserve"> </w:t>
      </w:r>
      <w:r w:rsidRPr="000934CE">
        <w:rPr>
          <w:rFonts w:eastAsia="Calibri" w:cs="Times New Roman"/>
          <w:lang w:eastAsia="cs-CZ"/>
        </w:rPr>
        <w:t>2025</w:t>
      </w:r>
    </w:p>
    <w:p w14:paraId="4A2FFAA5" w14:textId="77777777" w:rsidR="008F35BA" w:rsidRPr="000934CE" w:rsidRDefault="008F35BA" w:rsidP="008F35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AF5F57" w14:textId="77777777" w:rsidR="008F35BA" w:rsidRPr="000934CE" w:rsidRDefault="008F35BA" w:rsidP="008F35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E94673" w14:textId="77777777" w:rsidR="008F35BA" w:rsidRPr="000934CE" w:rsidRDefault="008F35BA" w:rsidP="008F35B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F408C4E" w14:textId="77777777" w:rsidR="008F35BA" w:rsidRDefault="008F35BA" w:rsidP="008F35B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A538711" w14:textId="77777777" w:rsidR="008F35BA" w:rsidRPr="000934CE" w:rsidRDefault="008F35BA" w:rsidP="008F35B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1718566" w14:textId="77777777" w:rsidR="008F35BA" w:rsidRPr="000934CE" w:rsidRDefault="008F35BA" w:rsidP="008F35B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B1754F3" w14:textId="77777777" w:rsidR="008F35BA" w:rsidRPr="000934CE" w:rsidRDefault="008F35BA" w:rsidP="008F35B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934CE">
        <w:rPr>
          <w:rFonts w:eastAsia="Times New Roman" w:cs="Times New Roman"/>
          <w:b/>
          <w:bCs/>
          <w:lang w:eastAsia="cs-CZ"/>
        </w:rPr>
        <w:t>Ing. Miroslav Bocák</w:t>
      </w:r>
      <w:r w:rsidRPr="000934CE">
        <w:rPr>
          <w:rFonts w:eastAsia="Times New Roman" w:cs="Times New Roman"/>
          <w:b/>
          <w:lang w:eastAsia="cs-CZ"/>
        </w:rPr>
        <w:t xml:space="preserve"> </w:t>
      </w:r>
    </w:p>
    <w:p w14:paraId="6922BF46" w14:textId="77777777" w:rsidR="008F35BA" w:rsidRPr="000934CE" w:rsidRDefault="008F35BA" w:rsidP="008F35BA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934CE">
        <w:rPr>
          <w:rFonts w:eastAsia="Times New Roman" w:cs="Times New Roman"/>
          <w:lang w:eastAsia="cs-CZ"/>
        </w:rPr>
        <w:t>ředitel organizační jednotky</w:t>
      </w:r>
      <w:r w:rsidRPr="000934CE">
        <w:rPr>
          <w:rFonts w:eastAsia="Times New Roman" w:cs="Times New Roman"/>
          <w:lang w:eastAsia="cs-CZ"/>
        </w:rPr>
        <w:tab/>
      </w:r>
    </w:p>
    <w:p w14:paraId="7510C7D4" w14:textId="77777777" w:rsidR="008F35BA" w:rsidRPr="000934CE" w:rsidRDefault="008F35BA" w:rsidP="008F35BA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0934CE">
        <w:rPr>
          <w:rFonts w:eastAsia="Times New Roman" w:cs="Times New Roman"/>
          <w:lang w:eastAsia="cs-CZ"/>
        </w:rPr>
        <w:t>Stavební správa východ</w:t>
      </w:r>
    </w:p>
    <w:p w14:paraId="27C6460E" w14:textId="350FB742" w:rsidR="008F35BA" w:rsidRPr="00CA3C23" w:rsidRDefault="008F35BA" w:rsidP="008F35BA">
      <w:pPr>
        <w:spacing w:after="0" w:line="240" w:lineRule="auto"/>
        <w:rPr>
          <w:rFonts w:eastAsia="Calibri" w:cs="Times New Roman"/>
          <w:lang w:eastAsia="cs-CZ"/>
        </w:rPr>
      </w:pPr>
      <w:r w:rsidRPr="000934CE">
        <w:rPr>
          <w:rFonts w:eastAsia="Times New Roman" w:cs="Times New Roman"/>
          <w:lang w:eastAsia="cs-CZ"/>
        </w:rPr>
        <w:t>Správa železnic, státní organizace</w:t>
      </w:r>
    </w:p>
    <w:p w14:paraId="2B6F61E0" w14:textId="77777777" w:rsidR="008F35BA" w:rsidRDefault="008F35BA" w:rsidP="00CC6C1E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8F35BA" w:rsidSect="002A59FE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90BAF" w14:textId="77777777" w:rsidR="00B4264E" w:rsidRDefault="00B4264E" w:rsidP="00962258">
      <w:pPr>
        <w:spacing w:after="0" w:line="240" w:lineRule="auto"/>
      </w:pPr>
      <w:r>
        <w:separator/>
      </w:r>
    </w:p>
  </w:endnote>
  <w:endnote w:type="continuationSeparator" w:id="0">
    <w:p w14:paraId="59FD73FA" w14:textId="77777777" w:rsidR="00B4264E" w:rsidRDefault="00B4264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val="sk-SK" w:eastAsia="sk-SK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651D3DE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3B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3B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val="sk-SK" w:eastAsia="sk-SK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val="sk-SK" w:eastAsia="sk-SK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7999" w14:textId="77777777" w:rsidR="00B4264E" w:rsidRDefault="00B4264E" w:rsidP="00962258">
      <w:pPr>
        <w:spacing w:after="0" w:line="240" w:lineRule="auto"/>
      </w:pPr>
      <w:r>
        <w:separator/>
      </w:r>
    </w:p>
  </w:footnote>
  <w:footnote w:type="continuationSeparator" w:id="0">
    <w:p w14:paraId="28419BB5" w14:textId="77777777" w:rsidR="00B4264E" w:rsidRDefault="00B4264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F9141" w14:textId="0608C7A3" w:rsidR="00642D90" w:rsidRDefault="0064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1CAA42A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35E3734A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val="sk-SK" w:eastAsia="sk-SK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val="sk-SK" w:eastAsia="sk-SK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7BA497E"/>
    <w:multiLevelType w:val="hybridMultilevel"/>
    <w:tmpl w:val="4CC203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F7310DC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DB6404"/>
    <w:multiLevelType w:val="hybridMultilevel"/>
    <w:tmpl w:val="6B10AE3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53540F"/>
    <w:multiLevelType w:val="hybridMultilevel"/>
    <w:tmpl w:val="07E09F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30907"/>
    <w:multiLevelType w:val="hybridMultilevel"/>
    <w:tmpl w:val="E094459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354C38"/>
    <w:multiLevelType w:val="hybridMultilevel"/>
    <w:tmpl w:val="A9BC162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53D01C45"/>
    <w:multiLevelType w:val="hybridMultilevel"/>
    <w:tmpl w:val="BFA4786E"/>
    <w:lvl w:ilvl="0" w:tplc="040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55283284"/>
    <w:multiLevelType w:val="hybridMultilevel"/>
    <w:tmpl w:val="9F82D9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625057"/>
    <w:multiLevelType w:val="hybridMultilevel"/>
    <w:tmpl w:val="435A41D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FE29E0"/>
    <w:multiLevelType w:val="hybridMultilevel"/>
    <w:tmpl w:val="E40665C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13F01E9"/>
    <w:multiLevelType w:val="hybridMultilevel"/>
    <w:tmpl w:val="CC9AD4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C1A5461"/>
    <w:multiLevelType w:val="hybridMultilevel"/>
    <w:tmpl w:val="C644C4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486053">
    <w:abstractNumId w:val="2"/>
  </w:num>
  <w:num w:numId="2" w16cid:durableId="283269653">
    <w:abstractNumId w:val="1"/>
  </w:num>
  <w:num w:numId="3" w16cid:durableId="1891653826">
    <w:abstractNumId w:val="4"/>
  </w:num>
  <w:num w:numId="4" w16cid:durableId="998727966">
    <w:abstractNumId w:val="17"/>
  </w:num>
  <w:num w:numId="5" w16cid:durableId="1164971510">
    <w:abstractNumId w:val="0"/>
  </w:num>
  <w:num w:numId="6" w16cid:durableId="1579754693">
    <w:abstractNumId w:val="11"/>
  </w:num>
  <w:num w:numId="7" w16cid:durableId="1373503672">
    <w:abstractNumId w:val="8"/>
  </w:num>
  <w:num w:numId="8" w16cid:durableId="531649200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4837492">
    <w:abstractNumId w:val="15"/>
  </w:num>
  <w:num w:numId="10" w16cid:durableId="1719865215">
    <w:abstractNumId w:val="10"/>
  </w:num>
  <w:num w:numId="11" w16cid:durableId="1341738670">
    <w:abstractNumId w:val="12"/>
  </w:num>
  <w:num w:numId="12" w16cid:durableId="6493148">
    <w:abstractNumId w:val="14"/>
  </w:num>
  <w:num w:numId="13" w16cid:durableId="404650495">
    <w:abstractNumId w:val="18"/>
  </w:num>
  <w:num w:numId="14" w16cid:durableId="988636725">
    <w:abstractNumId w:val="3"/>
  </w:num>
  <w:num w:numId="15" w16cid:durableId="1590768000">
    <w:abstractNumId w:val="6"/>
  </w:num>
  <w:num w:numId="16" w16cid:durableId="1826584152">
    <w:abstractNumId w:val="9"/>
  </w:num>
  <w:num w:numId="17" w16cid:durableId="945885964">
    <w:abstractNumId w:val="16"/>
  </w:num>
  <w:num w:numId="18" w16cid:durableId="848908254">
    <w:abstractNumId w:val="5"/>
  </w:num>
  <w:num w:numId="19" w16cid:durableId="538200043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2F5E"/>
    <w:rsid w:val="00033432"/>
    <w:rsid w:val="000335CC"/>
    <w:rsid w:val="00066116"/>
    <w:rsid w:val="00072C1E"/>
    <w:rsid w:val="00097042"/>
    <w:rsid w:val="000B3A82"/>
    <w:rsid w:val="000B6C7E"/>
    <w:rsid w:val="000B7907"/>
    <w:rsid w:val="000C0429"/>
    <w:rsid w:val="000C45E8"/>
    <w:rsid w:val="000E2812"/>
    <w:rsid w:val="00114472"/>
    <w:rsid w:val="001267E4"/>
    <w:rsid w:val="00145F16"/>
    <w:rsid w:val="001502B7"/>
    <w:rsid w:val="00170EC5"/>
    <w:rsid w:val="0017400E"/>
    <w:rsid w:val="001747C1"/>
    <w:rsid w:val="001819E9"/>
    <w:rsid w:val="0018596A"/>
    <w:rsid w:val="001B69C2"/>
    <w:rsid w:val="001C4DA0"/>
    <w:rsid w:val="00207DF5"/>
    <w:rsid w:val="00267369"/>
    <w:rsid w:val="0026785D"/>
    <w:rsid w:val="00273CE2"/>
    <w:rsid w:val="00296D39"/>
    <w:rsid w:val="002A59FE"/>
    <w:rsid w:val="002C31BF"/>
    <w:rsid w:val="002D41D5"/>
    <w:rsid w:val="002E0CD7"/>
    <w:rsid w:val="002F026B"/>
    <w:rsid w:val="0033209D"/>
    <w:rsid w:val="00335122"/>
    <w:rsid w:val="00335732"/>
    <w:rsid w:val="00357BC6"/>
    <w:rsid w:val="0036791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3A71"/>
    <w:rsid w:val="004A0F75"/>
    <w:rsid w:val="004A7C69"/>
    <w:rsid w:val="004B0911"/>
    <w:rsid w:val="004B114E"/>
    <w:rsid w:val="004C4399"/>
    <w:rsid w:val="004C69ED"/>
    <w:rsid w:val="004C787C"/>
    <w:rsid w:val="004F4B9B"/>
    <w:rsid w:val="00501654"/>
    <w:rsid w:val="00510B07"/>
    <w:rsid w:val="00511AB9"/>
    <w:rsid w:val="00513166"/>
    <w:rsid w:val="005228D8"/>
    <w:rsid w:val="00523EA7"/>
    <w:rsid w:val="00532ACB"/>
    <w:rsid w:val="00534473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1BEC"/>
    <w:rsid w:val="00595F16"/>
    <w:rsid w:val="00596C7E"/>
    <w:rsid w:val="005A5F24"/>
    <w:rsid w:val="005A64E9"/>
    <w:rsid w:val="005B5EE9"/>
    <w:rsid w:val="005B70CF"/>
    <w:rsid w:val="005C663F"/>
    <w:rsid w:val="005D69B4"/>
    <w:rsid w:val="006104F6"/>
    <w:rsid w:val="0061068E"/>
    <w:rsid w:val="00630DC6"/>
    <w:rsid w:val="00642D90"/>
    <w:rsid w:val="00660AD3"/>
    <w:rsid w:val="00664163"/>
    <w:rsid w:val="006978B2"/>
    <w:rsid w:val="006A5570"/>
    <w:rsid w:val="006A689C"/>
    <w:rsid w:val="006B3D79"/>
    <w:rsid w:val="006B7D49"/>
    <w:rsid w:val="006D2687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085B"/>
    <w:rsid w:val="0076286B"/>
    <w:rsid w:val="00764595"/>
    <w:rsid w:val="00766846"/>
    <w:rsid w:val="0077673A"/>
    <w:rsid w:val="007846E1"/>
    <w:rsid w:val="007A0EFE"/>
    <w:rsid w:val="007B570C"/>
    <w:rsid w:val="007C54C1"/>
    <w:rsid w:val="007E4A6E"/>
    <w:rsid w:val="007F56A7"/>
    <w:rsid w:val="007F626E"/>
    <w:rsid w:val="00807DD0"/>
    <w:rsid w:val="00813F11"/>
    <w:rsid w:val="0082759C"/>
    <w:rsid w:val="00842C9B"/>
    <w:rsid w:val="00870635"/>
    <w:rsid w:val="008841FB"/>
    <w:rsid w:val="0088472C"/>
    <w:rsid w:val="00891334"/>
    <w:rsid w:val="008930E1"/>
    <w:rsid w:val="00894D62"/>
    <w:rsid w:val="008A3568"/>
    <w:rsid w:val="008B60DB"/>
    <w:rsid w:val="008C6EDE"/>
    <w:rsid w:val="008D03B9"/>
    <w:rsid w:val="008F18D6"/>
    <w:rsid w:val="008F35BA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447C"/>
    <w:rsid w:val="00967690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40D5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41A9"/>
    <w:rsid w:val="00B15B5E"/>
    <w:rsid w:val="00B15D0D"/>
    <w:rsid w:val="00B209C6"/>
    <w:rsid w:val="00B23CA3"/>
    <w:rsid w:val="00B3491A"/>
    <w:rsid w:val="00B41050"/>
    <w:rsid w:val="00B4264E"/>
    <w:rsid w:val="00B45E9E"/>
    <w:rsid w:val="00B52333"/>
    <w:rsid w:val="00B55F9C"/>
    <w:rsid w:val="00B75EE1"/>
    <w:rsid w:val="00B77481"/>
    <w:rsid w:val="00B8518B"/>
    <w:rsid w:val="00BA0685"/>
    <w:rsid w:val="00BB3740"/>
    <w:rsid w:val="00BD5319"/>
    <w:rsid w:val="00BD7E91"/>
    <w:rsid w:val="00BF169A"/>
    <w:rsid w:val="00BF374D"/>
    <w:rsid w:val="00BF6D48"/>
    <w:rsid w:val="00C02D0A"/>
    <w:rsid w:val="00C03A6E"/>
    <w:rsid w:val="00C30759"/>
    <w:rsid w:val="00C44F6A"/>
    <w:rsid w:val="00C6581F"/>
    <w:rsid w:val="00C727E5"/>
    <w:rsid w:val="00C767D6"/>
    <w:rsid w:val="00C8207D"/>
    <w:rsid w:val="00CB2C5C"/>
    <w:rsid w:val="00CB5457"/>
    <w:rsid w:val="00CB7B5A"/>
    <w:rsid w:val="00CC062E"/>
    <w:rsid w:val="00CC1E2B"/>
    <w:rsid w:val="00CC6C1E"/>
    <w:rsid w:val="00CD1FC4"/>
    <w:rsid w:val="00CE371D"/>
    <w:rsid w:val="00CE6034"/>
    <w:rsid w:val="00D02A4D"/>
    <w:rsid w:val="00D21061"/>
    <w:rsid w:val="00D316A7"/>
    <w:rsid w:val="00D37BC1"/>
    <w:rsid w:val="00D4108E"/>
    <w:rsid w:val="00D470AC"/>
    <w:rsid w:val="00D548C8"/>
    <w:rsid w:val="00D6163D"/>
    <w:rsid w:val="00D63009"/>
    <w:rsid w:val="00D82960"/>
    <w:rsid w:val="00D831A3"/>
    <w:rsid w:val="00D902AD"/>
    <w:rsid w:val="00DA50E2"/>
    <w:rsid w:val="00DA6FFE"/>
    <w:rsid w:val="00DC3110"/>
    <w:rsid w:val="00DD46F3"/>
    <w:rsid w:val="00DD58A6"/>
    <w:rsid w:val="00DE56F2"/>
    <w:rsid w:val="00DE7E04"/>
    <w:rsid w:val="00DF116D"/>
    <w:rsid w:val="00E07C28"/>
    <w:rsid w:val="00E10710"/>
    <w:rsid w:val="00E43B79"/>
    <w:rsid w:val="00E76C4D"/>
    <w:rsid w:val="00E824F1"/>
    <w:rsid w:val="00E9347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772FA"/>
    <w:rsid w:val="00F804A7"/>
    <w:rsid w:val="00F8318E"/>
    <w:rsid w:val="00F862D6"/>
    <w:rsid w:val="00F86BA6"/>
    <w:rsid w:val="00F87859"/>
    <w:rsid w:val="00FA2EB1"/>
    <w:rsid w:val="00FC3C36"/>
    <w:rsid w:val="00FC4B86"/>
    <w:rsid w:val="00FC6389"/>
    <w:rsid w:val="00FD159D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87FE3F1-0AC7-42F4-A893-59B24D2251E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151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38</cp:revision>
  <cp:lastPrinted>2019-02-22T13:28:00Z</cp:lastPrinted>
  <dcterms:created xsi:type="dcterms:W3CDTF">2024-10-02T11:53:00Z</dcterms:created>
  <dcterms:modified xsi:type="dcterms:W3CDTF">2025-09-02T05:22:00Z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